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26" w:type="dxa"/>
        <w:tblCellMar>
          <w:left w:w="0" w:type="dxa"/>
          <w:right w:w="0" w:type="dxa"/>
        </w:tblCellMar>
        <w:tblLook w:val="0000" w:firstRow="0" w:lastRow="0" w:firstColumn="0" w:lastColumn="0" w:noHBand="0" w:noVBand="0"/>
      </w:tblPr>
      <w:tblGrid>
        <w:gridCol w:w="5217"/>
        <w:gridCol w:w="526"/>
        <w:gridCol w:w="3783"/>
      </w:tblGrid>
      <w:tr w:rsidR="00E85637" w14:paraId="4C5B4A31" w14:textId="77777777">
        <w:trPr>
          <w:cantSplit/>
          <w:trHeight w:val="567"/>
        </w:trPr>
        <w:tc>
          <w:tcPr>
            <w:tcW w:w="5216" w:type="dxa"/>
            <w:vMerge w:val="restart"/>
          </w:tcPr>
          <w:p w14:paraId="1D57EF5F" w14:textId="77777777" w:rsidR="00044824" w:rsidRDefault="00B7608B" w:rsidP="00044824">
            <w:pPr>
              <w:framePr w:w="9582" w:h="2155" w:wrap="notBeside" w:vAnchor="page" w:hAnchor="page" w:x="1702" w:y="3063"/>
            </w:pPr>
            <w:r>
              <w:fldChar w:fldCharType="begin">
                <w:ffData>
                  <w:name w:val="Text2"/>
                  <w:enabled/>
                  <w:calcOnExit w:val="0"/>
                  <w:helpText w:type="text" w:val="Sisestage siia üks või mitu adressaati. &#10;&#10;Näiteks:  &#10;Hr Jüri Mägi&#10;Pikk 22&#10;23456 Kuressaare&#10;&#10;Seejärel liikuge Tab klahviga järgmisele väljale."/>
                  <w:statusText w:type="text" w:val="Sisestage siia üks või mitu adressaati (vt F1)"/>
                  <w:textInput/>
                </w:ffData>
              </w:fldChar>
            </w:r>
            <w:bookmarkStart w:id="0" w:name="Text2"/>
            <w:r>
              <w:instrText xml:space="preserve"> FORMTEXT </w:instrText>
            </w:r>
            <w:r>
              <w:fldChar w:fldCharType="separate"/>
            </w:r>
            <w:r w:rsidR="00044824">
              <w:t>OÜ DÖNER HUNT</w:t>
            </w:r>
          </w:p>
          <w:p w14:paraId="51A5070E" w14:textId="4509CF3A" w:rsidR="00E85637" w:rsidRDefault="00044824" w:rsidP="00044824">
            <w:pPr>
              <w:framePr w:w="9582" w:h="2155" w:wrap="notBeside" w:vAnchor="page" w:hAnchor="page" w:x="1702" w:y="3063"/>
            </w:pPr>
            <w:r>
              <w:t>Erki.poldoja@rmk.ee</w:t>
            </w:r>
            <w:r w:rsidR="00B7608B">
              <w:fldChar w:fldCharType="end"/>
            </w:r>
            <w:bookmarkEnd w:id="0"/>
          </w:p>
        </w:tc>
        <w:tc>
          <w:tcPr>
            <w:tcW w:w="510" w:type="dxa"/>
            <w:noWrap/>
          </w:tcPr>
          <w:p w14:paraId="430C7E73" w14:textId="77777777" w:rsidR="00E85637" w:rsidRDefault="00A9445B">
            <w:pPr>
              <w:framePr w:w="9582" w:h="2155" w:wrap="notBeside" w:vAnchor="page" w:hAnchor="page" w:x="1702" w:y="3063"/>
            </w:pPr>
            <w:r>
              <w:fldChar w:fldCharType="begin">
                <w:ffData>
                  <w:name w:val=""/>
                  <w:enabled/>
                  <w:calcOnExit w:val="0"/>
                  <w:statusText w:type="text" w:val="Kui viidet ei ole, võib välja Delete-klahviga kustutada."/>
                  <w:textInput>
                    <w:default w:val="Teie"/>
                  </w:textInput>
                </w:ffData>
              </w:fldChar>
            </w:r>
            <w:r>
              <w:instrText xml:space="preserve"> FORMTEXT </w:instrText>
            </w:r>
            <w:r>
              <w:fldChar w:fldCharType="separate"/>
            </w:r>
            <w:r>
              <w:rPr>
                <w:noProof/>
              </w:rPr>
              <w:t>Teie</w:t>
            </w:r>
            <w:r>
              <w:fldChar w:fldCharType="end"/>
            </w:r>
          </w:p>
        </w:tc>
        <w:tc>
          <w:tcPr>
            <w:tcW w:w="3799" w:type="dxa"/>
            <w:tcMar>
              <w:left w:w="85" w:type="dxa"/>
            </w:tcMar>
          </w:tcPr>
          <w:p w14:paraId="515BDDDD" w14:textId="77777777" w:rsidR="00E85637" w:rsidRDefault="00B7608B" w:rsidP="00B7608B">
            <w:pPr>
              <w:framePr w:w="9582" w:h="2155" w:wrap="notBeside" w:vAnchor="page" w:hAnchor="page" w:x="1702" w:y="3063"/>
            </w:pPr>
            <w:r>
              <w:fldChar w:fldCharType="begin">
                <w:ffData>
                  <w:name w:val="Text1"/>
                  <w:enabled/>
                  <w:calcOnExit w:val="0"/>
                  <w:helpText w:type="text" w:val="Sisestage siia saabunud kirja kuupäev.&#10;&#10;Näiteks: 01.05.2014 &#10;&#10;Seejärel liikuge Tab klahviga järgmisele väljale."/>
                  <w:statusText w:type="text" w:val="Sisestage siia saabunud kirja kuupäev (vt F1)"/>
                  <w:textInput>
                    <w:maxLength w:val="40"/>
                  </w:textInput>
                </w:ffData>
              </w:fldChar>
            </w:r>
            <w:bookmarkStart w:id="1" w:name="Text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
            <w:r w:rsidR="00356C40">
              <w:t xml:space="preserve"> nr </w:t>
            </w:r>
            <w:r>
              <w:fldChar w:fldCharType="begin">
                <w:ffData>
                  <w:name w:val="Text50"/>
                  <w:enabled/>
                  <w:calcOnExit w:val="0"/>
                  <w:helpText w:type="text" w:val="Sisestage siia saabunud kirja viit.&#10;&#10;Näiteks: 2-1/312&#10;&#10;Seejärel liikuge Tab klahviga järgmisele väljale."/>
                  <w:statusText w:type="text" w:val="Sisestage siia saabunud kirja viit (vt F1)"/>
                  <w:textInput/>
                </w:ffData>
              </w:fldChar>
            </w:r>
            <w:bookmarkStart w:id="2" w:name="Text5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
          </w:p>
        </w:tc>
      </w:tr>
      <w:tr w:rsidR="00E85637" w14:paraId="040E258D" w14:textId="77777777">
        <w:trPr>
          <w:cantSplit/>
          <w:trHeight w:val="743"/>
        </w:trPr>
        <w:tc>
          <w:tcPr>
            <w:tcW w:w="5216" w:type="dxa"/>
            <w:vMerge/>
          </w:tcPr>
          <w:p w14:paraId="653A0AA5" w14:textId="77777777" w:rsidR="00E85637" w:rsidRDefault="00E85637">
            <w:pPr>
              <w:framePr w:w="9582" w:h="2155" w:wrap="notBeside" w:vAnchor="page" w:hAnchor="page" w:x="1702" w:y="3063"/>
            </w:pPr>
          </w:p>
        </w:tc>
        <w:tc>
          <w:tcPr>
            <w:tcW w:w="510" w:type="dxa"/>
            <w:noWrap/>
          </w:tcPr>
          <w:p w14:paraId="7EB75BC4" w14:textId="77777777" w:rsidR="00E85637" w:rsidRDefault="00A9445B">
            <w:pPr>
              <w:framePr w:w="9582" w:h="2155" w:wrap="notBeside" w:vAnchor="page" w:hAnchor="page" w:x="1702" w:y="3063"/>
            </w:pPr>
            <w:r>
              <w:fldChar w:fldCharType="begin">
                <w:ffData>
                  <w:name w:val=""/>
                  <w:enabled/>
                  <w:calcOnExit w:val="0"/>
                  <w:statusText w:type="text" w:val="Kui viidet ei ole, võib välja Delete-klahviga kustutada."/>
                  <w:textInput>
                    <w:default w:val="Meie"/>
                  </w:textInput>
                </w:ffData>
              </w:fldChar>
            </w:r>
            <w:r>
              <w:instrText xml:space="preserve"> FORMTEXT </w:instrText>
            </w:r>
            <w:r>
              <w:fldChar w:fldCharType="separate"/>
            </w:r>
            <w:r>
              <w:rPr>
                <w:noProof/>
              </w:rPr>
              <w:t>Meie</w:t>
            </w:r>
            <w:r>
              <w:fldChar w:fldCharType="end"/>
            </w:r>
          </w:p>
        </w:tc>
        <w:tc>
          <w:tcPr>
            <w:tcW w:w="3799" w:type="dxa"/>
            <w:tcMar>
              <w:left w:w="85" w:type="dxa"/>
            </w:tcMar>
          </w:tcPr>
          <w:p w14:paraId="5B4869C2" w14:textId="77777777" w:rsidR="00E85637" w:rsidRDefault="00B7608B" w:rsidP="00B7608B">
            <w:pPr>
              <w:framePr w:w="9582" w:h="2155" w:wrap="notBeside" w:vAnchor="page" w:hAnchor="page" w:x="1702" w:y="3063"/>
            </w:pPr>
            <w:r>
              <w:fldChar w:fldCharType="begin">
                <w:ffData>
                  <w:name w:val=""/>
                  <w:enabled/>
                  <w:calcOnExit w:val="0"/>
                  <w:helpText w:type="text" w:val="Sisestage siia väljamineva kirja kuupäev.&#10;&#10;Näiteks:&#10;01.05.2014&#10;(digitaalallkirja kuupäev)&#10;&#10;Seejärel liikuge Tab klahviga järgmisele väljale."/>
                  <w:statusText w:type="text" w:val="Siia sisestage väljamineva kirja kuupäev (vt F1)"/>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00356C40">
              <w:t xml:space="preserve"> nr </w:t>
            </w:r>
            <w:r>
              <w:fldChar w:fldCharType="begin">
                <w:ffData>
                  <w:name w:val="Text51"/>
                  <w:enabled/>
                  <w:calcOnExit w:val="0"/>
                  <w:helpText w:type="text" w:val="Sisestage siia väljamineva kirja viit.&#10;&#10;Näiteks:&#10;2-1/312&#10;2-1/(number sisaldub faili nimes)&#10;&#10;Seejärel liikuge Tab klahviga järgmisele väljale."/>
                  <w:statusText w:type="text" w:val="Sisestage siia väljamineva kirja viit (vt F1)"/>
                  <w:textInput/>
                </w:ffData>
              </w:fldChar>
            </w:r>
            <w:bookmarkStart w:id="3" w:name="Text5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
          </w:p>
        </w:tc>
      </w:tr>
      <w:tr w:rsidR="00E85637" w14:paraId="010B2E76" w14:textId="77777777">
        <w:trPr>
          <w:cantSplit/>
          <w:trHeight w:hRule="exact" w:val="23"/>
        </w:trPr>
        <w:tc>
          <w:tcPr>
            <w:tcW w:w="5216" w:type="dxa"/>
          </w:tcPr>
          <w:p w14:paraId="2DC33F2E" w14:textId="77777777" w:rsidR="00E85637" w:rsidRDefault="00A9445B">
            <w:pPr>
              <w:framePr w:w="9582" w:h="2155" w:wrap="notBeside" w:vAnchor="page" w:hAnchor="page" w:x="1702" w:y="3063"/>
            </w:pPr>
            <w:r>
              <w:t>XXXXXXXXXXXXXXXXXXXXXXXXXXXXX</w:t>
            </w:r>
            <w:r>
              <w:rPr>
                <w:sz w:val="18"/>
              </w:rPr>
              <w:t>X</w:t>
            </w:r>
          </w:p>
        </w:tc>
        <w:tc>
          <w:tcPr>
            <w:tcW w:w="510" w:type="dxa"/>
            <w:noWrap/>
          </w:tcPr>
          <w:p w14:paraId="365BA0F4" w14:textId="77777777" w:rsidR="00E85637" w:rsidRDefault="00A9445B">
            <w:pPr>
              <w:framePr w:w="9582" w:h="2155" w:wrap="notBeside" w:vAnchor="page" w:hAnchor="page" w:x="1702" w:y="3063"/>
            </w:pPr>
            <w:r>
              <w:t>XX</w:t>
            </w:r>
            <w:r>
              <w:rPr>
                <w:sz w:val="22"/>
              </w:rPr>
              <w:t>X</w:t>
            </w:r>
          </w:p>
        </w:tc>
        <w:tc>
          <w:tcPr>
            <w:tcW w:w="3799" w:type="dxa"/>
          </w:tcPr>
          <w:p w14:paraId="743A70ED" w14:textId="77777777" w:rsidR="00E85637" w:rsidRDefault="00E85637">
            <w:pPr>
              <w:framePr w:w="9582" w:h="2155" w:wrap="notBeside" w:vAnchor="page" w:hAnchor="page" w:x="1702" w:y="3063"/>
            </w:pPr>
          </w:p>
        </w:tc>
      </w:tr>
    </w:tbl>
    <w:p w14:paraId="250209CF" w14:textId="77777777" w:rsidR="00E85637" w:rsidRDefault="00E85637">
      <w:pPr>
        <w:framePr w:w="9582" w:h="2155" w:wrap="notBeside" w:vAnchor="page" w:hAnchor="page" w:x="1702" w:y="3063"/>
        <w:rPr>
          <w:sz w:val="12"/>
        </w:rPr>
      </w:pPr>
    </w:p>
    <w:p w14:paraId="5A3F12BB" w14:textId="77777777" w:rsidR="00E85637" w:rsidRDefault="00E85637">
      <w:pPr>
        <w:rPr>
          <w:spacing w:val="0"/>
          <w:position w:val="0"/>
          <w:sz w:val="20"/>
        </w:rPr>
      </w:pPr>
    </w:p>
    <w:p w14:paraId="40BE6EAE" w14:textId="77777777" w:rsidR="00E85637" w:rsidRDefault="003A08B0">
      <w:pPr>
        <w:framePr w:w="9639" w:h="851" w:wrap="around" w:vAnchor="page" w:hAnchor="page" w:x="1702" w:y="625"/>
        <w:rPr>
          <w:spacing w:val="0"/>
          <w:position w:val="0"/>
        </w:rPr>
      </w:pPr>
      <w:r>
        <w:rPr>
          <w:noProof/>
          <w:spacing w:val="0"/>
          <w:position w:val="0"/>
          <w:lang w:val="en-US"/>
        </w:rPr>
        <w:drawing>
          <wp:inline distT="0" distB="0" distL="0" distR="0" wp14:anchorId="5E0E3D96" wp14:editId="635D9575">
            <wp:extent cx="6040543" cy="63843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0">
                      <a:extLst>
                        <a:ext uri="{28A0092B-C50C-407E-A947-70E740481C1C}">
                          <a14:useLocalDpi xmlns:a14="http://schemas.microsoft.com/office/drawing/2010/main" val="0"/>
                        </a:ext>
                      </a:extLst>
                    </a:blip>
                    <a:stretch>
                      <a:fillRect/>
                    </a:stretch>
                  </pic:blipFill>
                  <pic:spPr>
                    <a:xfrm>
                      <a:off x="0" y="0"/>
                      <a:ext cx="6040543" cy="638431"/>
                    </a:xfrm>
                    <a:prstGeom prst="rect">
                      <a:avLst/>
                    </a:prstGeom>
                  </pic:spPr>
                </pic:pic>
              </a:graphicData>
            </a:graphic>
          </wp:inline>
        </w:drawing>
      </w:r>
    </w:p>
    <w:p w14:paraId="64A8EA2B" w14:textId="6E4661E6" w:rsidR="00E85637" w:rsidRDefault="00B7608B" w:rsidP="001D0B8C">
      <w:pPr>
        <w:pStyle w:val="Heading1"/>
      </w:pPr>
      <w:r>
        <w:fldChar w:fldCharType="begin">
          <w:ffData>
            <w:name w:val="Text7"/>
            <w:enabled/>
            <w:calcOnExit w:val="0"/>
            <w:helpText w:type="text" w:val="Sisestage siia pealkiri.&#10;&#10;Näiteks: Järelepärimine&#10;&#10;Seejärel liikuge Tab klahviga järgmisele väljale."/>
            <w:statusText w:type="text" w:val="Sisestage siia pealkiri (vt F1)"/>
            <w:textInput>
              <w:format w:val="First capital"/>
            </w:textInput>
          </w:ffData>
        </w:fldChar>
      </w:r>
      <w:bookmarkStart w:id="4" w:name="Text7"/>
      <w:r>
        <w:instrText xml:space="preserve"> FORMTEXT </w:instrText>
      </w:r>
      <w:r>
        <w:fldChar w:fldCharType="separate"/>
      </w:r>
      <w:r w:rsidR="002656A8">
        <w:t xml:space="preserve">Riigimaa jahinduslikust kasutamisest </w:t>
      </w:r>
      <w:r w:rsidR="00FA0909">
        <w:t>2022 aastal</w:t>
      </w:r>
      <w:r>
        <w:fldChar w:fldCharType="end"/>
      </w:r>
      <w:bookmarkEnd w:id="4"/>
    </w:p>
    <w:p w14:paraId="3F2C4F1C" w14:textId="77777777" w:rsidR="00E85637" w:rsidRDefault="00E85637"/>
    <w:p w14:paraId="21E3B6B2" w14:textId="77777777" w:rsidR="00E85637" w:rsidRDefault="00E85637">
      <w:pPr>
        <w:rPr>
          <w:sz w:val="26"/>
        </w:rPr>
      </w:pPr>
    </w:p>
    <w:p w14:paraId="37E4961E" w14:textId="2E5369C4" w:rsidR="007B7275" w:rsidRDefault="007B7275" w:rsidP="007B7275">
      <w:pPr>
        <w:rPr>
          <w:spacing w:val="0"/>
          <w:position w:val="0"/>
        </w:rPr>
      </w:pPr>
      <w:r>
        <w:rPr>
          <w:spacing w:val="0"/>
          <w:position w:val="0"/>
        </w:rPr>
        <w:fldChar w:fldCharType="begin">
          <w:ffData>
            <w:name w:val=""/>
            <w:enabled/>
            <w:calcOnExit w:val="0"/>
            <w:helpText w:type="text" w:val="Kirjutage siia pöördumise esimene sõna.&#10;&#10;Näiteks:   Austatud&#10;&#10;Seejärel liikuge Tab klahviga järgmisele väljale."/>
            <w:statusText w:type="text" w:val="Kirjutage siia pöördumise esimene sõna (vt F1)."/>
            <w:textInput>
              <w:default w:val="Austatud"/>
              <w:maxLength w:val="17"/>
              <w:format w:val="First capital"/>
            </w:textInput>
          </w:ffData>
        </w:fldChar>
      </w:r>
      <w:r>
        <w:rPr>
          <w:spacing w:val="0"/>
          <w:position w:val="0"/>
        </w:rPr>
        <w:instrText xml:space="preserve"> FORMTEXT </w:instrText>
      </w:r>
      <w:r>
        <w:rPr>
          <w:spacing w:val="0"/>
          <w:position w:val="0"/>
        </w:rPr>
      </w:r>
      <w:r>
        <w:rPr>
          <w:spacing w:val="0"/>
          <w:position w:val="0"/>
        </w:rPr>
        <w:fldChar w:fldCharType="separate"/>
      </w:r>
      <w:r>
        <w:rPr>
          <w:noProof/>
          <w:spacing w:val="0"/>
          <w:position w:val="0"/>
        </w:rPr>
        <w:t>Austatud</w:t>
      </w:r>
      <w:r>
        <w:rPr>
          <w:spacing w:val="0"/>
          <w:position w:val="0"/>
        </w:rPr>
        <w:fldChar w:fldCharType="end"/>
      </w:r>
      <w:r>
        <w:rPr>
          <w:spacing w:val="0"/>
          <w:position w:val="0"/>
        </w:rPr>
        <w:fldChar w:fldCharType="begin">
          <w:ffData>
            <w:name w:val=""/>
            <w:enabled/>
            <w:calcOnExit w:val="0"/>
            <w:helpText w:type="text" w:val="Kui on vaja vormistada blanketile perekonnanime ette tiitel, siis valige sellest valikust: &#10;&#10;Näiteks:    proua&#10;&#10;Seejärel liikuge Tab klahviga järgmisele väljale."/>
            <w:statusText w:type="text" w:val="Valige rippmenüüst sobiv tiitel (vt F1)."/>
            <w:ddList>
              <w:listEntry w:val=" härra "/>
              <w:listEntry w:val=" proua "/>
              <w:listEntry w:val=" preili "/>
              <w:listEntry w:val=" "/>
            </w:ddList>
          </w:ffData>
        </w:fldChar>
      </w:r>
      <w:r>
        <w:rPr>
          <w:spacing w:val="0"/>
          <w:position w:val="0"/>
        </w:rPr>
        <w:instrText xml:space="preserve"> FORMDROPDOWN </w:instrText>
      </w:r>
      <w:r w:rsidR="00000000">
        <w:rPr>
          <w:spacing w:val="0"/>
          <w:position w:val="0"/>
        </w:rPr>
      </w:r>
      <w:r w:rsidR="00000000">
        <w:rPr>
          <w:spacing w:val="0"/>
          <w:position w:val="0"/>
        </w:rPr>
        <w:fldChar w:fldCharType="separate"/>
      </w:r>
      <w:r>
        <w:rPr>
          <w:spacing w:val="0"/>
          <w:position w:val="0"/>
        </w:rPr>
        <w:fldChar w:fldCharType="end"/>
      </w:r>
      <w:r>
        <w:rPr>
          <w:spacing w:val="0"/>
          <w:position w:val="0"/>
        </w:rPr>
        <w:fldChar w:fldCharType="begin">
          <w:ffData>
            <w:name w:val="Text35"/>
            <w:enabled/>
            <w:calcOnExit w:val="0"/>
            <w:helpText w:type="text" w:val="Kirja saaja perekonnanimi. &#10;&#10;Näiteks:    Mägi&#10;&#10;Seejärel liikuge Tab klahviga järgmisele väljale."/>
            <w:statusText w:type="text" w:val="Kirjutage siia välja kirja saaja perekonnanimi  (vt F1)"/>
            <w:textInput>
              <w:maxLength w:val="60"/>
            </w:textInput>
          </w:ffData>
        </w:fldChar>
      </w:r>
      <w:bookmarkStart w:id="5" w:name="Text35"/>
      <w:r>
        <w:rPr>
          <w:spacing w:val="0"/>
          <w:position w:val="0"/>
        </w:rPr>
        <w:instrText xml:space="preserve"> FORMTEXT </w:instrText>
      </w:r>
      <w:r>
        <w:rPr>
          <w:spacing w:val="0"/>
          <w:position w:val="0"/>
        </w:rPr>
      </w:r>
      <w:r>
        <w:rPr>
          <w:spacing w:val="0"/>
          <w:position w:val="0"/>
        </w:rPr>
        <w:fldChar w:fldCharType="separate"/>
      </w:r>
      <w:r w:rsidR="0020716C">
        <w:rPr>
          <w:spacing w:val="0"/>
          <w:position w:val="0"/>
        </w:rPr>
        <w:t>Erki Põldoja</w:t>
      </w:r>
      <w:r w:rsidR="00FA0909">
        <w:rPr>
          <w:noProof/>
          <w:spacing w:val="0"/>
          <w:position w:val="0"/>
        </w:rPr>
        <w:t xml:space="preserve"> </w:t>
      </w:r>
      <w:r>
        <w:rPr>
          <w:spacing w:val="0"/>
          <w:position w:val="0"/>
        </w:rPr>
        <w:fldChar w:fldCharType="end"/>
      </w:r>
      <w:bookmarkEnd w:id="5"/>
    </w:p>
    <w:p w14:paraId="575FD35D" w14:textId="77777777" w:rsidR="00E85637" w:rsidRDefault="00E85637"/>
    <w:p w14:paraId="123C8828" w14:textId="77777777" w:rsidR="00E85637" w:rsidRDefault="00E85637">
      <w:pPr>
        <w:rPr>
          <w:sz w:val="18"/>
        </w:rPr>
      </w:pPr>
    </w:p>
    <w:p w14:paraId="37401330" w14:textId="77777777" w:rsidR="00E85637" w:rsidRDefault="00E85637">
      <w:pPr>
        <w:sectPr w:rsidR="00E85637">
          <w:headerReference w:type="default" r:id="rId11"/>
          <w:footerReference w:type="default" r:id="rId12"/>
          <w:headerReference w:type="first" r:id="rId13"/>
          <w:pgSz w:w="11906" w:h="16838" w:code="9"/>
          <w:pgMar w:top="3062" w:right="680" w:bottom="737" w:left="1701" w:header="454" w:footer="567" w:gutter="0"/>
          <w:cols w:space="708"/>
          <w:titlePg/>
        </w:sectPr>
      </w:pPr>
    </w:p>
    <w:p w14:paraId="302CFC2B" w14:textId="77777777" w:rsidR="001D139F" w:rsidRDefault="00A9445B">
      <w:r>
        <w:t xml:space="preserve"> </w:t>
      </w:r>
    </w:p>
    <w:p w14:paraId="0C8CBEC3" w14:textId="77777777" w:rsidR="004624BD" w:rsidRDefault="004624BD" w:rsidP="004624BD">
      <w:r>
        <w:t>Jahiühenduste ja RMK Alutaguse metskonna vahel on sõlmitud lepingud riigimaa jahinduslikuks kasutamiseks alates septembrist 2013 aastal. Nimetatud lepingute eesmärk on tagada nii maaomaniku esindaja (RMK) kui ka jahiühenduste huvide täitmine kasutusse antaval maal. Seoses sellega saadame ülevaate jahindusliku tegevuse tulemuslikkusest riigile kuuluvatel jahimaadel Alutaguse  metskonna territooriumil 2022. aastal.</w:t>
      </w:r>
    </w:p>
    <w:p w14:paraId="0E7EEBBA" w14:textId="77777777" w:rsidR="004624BD" w:rsidRDefault="004624BD" w:rsidP="004624BD"/>
    <w:p w14:paraId="3625EA7B" w14:textId="77777777" w:rsidR="004624BD" w:rsidRDefault="004624BD" w:rsidP="004624BD">
      <w:pPr>
        <w:numPr>
          <w:ilvl w:val="0"/>
          <w:numId w:val="3"/>
        </w:numPr>
      </w:pPr>
      <w:r>
        <w:t>Lepinguga on kirjas, et RMK-</w:t>
      </w:r>
      <w:proofErr w:type="spellStart"/>
      <w:r>
        <w:t>ga</w:t>
      </w:r>
      <w:proofErr w:type="spellEnd"/>
      <w:r>
        <w:t xml:space="preserve"> lepitakse kokku jahirajatiste asukohad. Kokkulepitud jahirajatised on kirjas Teile saadetud lisas </w:t>
      </w:r>
      <w:r w:rsidRPr="004D7998">
        <w:rPr>
          <w:color w:val="FF0000"/>
        </w:rPr>
        <w:t>1.</w:t>
      </w:r>
      <w:r>
        <w:t xml:space="preserve"> Uusi jahirajatisi meile teadaolevalt on rajanud Avinurme jahiühendus RMK maadele .. Kui kuskil on veel jahirajatisi, mis ei ole fikseeritud lisas </w:t>
      </w:r>
      <w:r w:rsidRPr="004D7998">
        <w:rPr>
          <w:color w:val="FF0000"/>
        </w:rPr>
        <w:t>1</w:t>
      </w:r>
      <w:r>
        <w:t xml:space="preserve">, siis palun sellest meile teada anda, et saaksime ka need kanda kaardikihti. Lepingu lisas fikseerimata jahirajatised on ebaseaduslikud ja tuleb lammutada. </w:t>
      </w:r>
      <w:proofErr w:type="spellStart"/>
      <w:r>
        <w:t>Sadan</w:t>
      </w:r>
      <w:proofErr w:type="spellEnd"/>
      <w:r>
        <w:t xml:space="preserve"> ka ülevaatamiseks meile teadaolevate jahirajatiste asukohad vastavalt metsa arengu </w:t>
      </w:r>
      <w:proofErr w:type="spellStart"/>
      <w:r>
        <w:t>klassidele.Eriti</w:t>
      </w:r>
      <w:proofErr w:type="spellEnd"/>
      <w:r>
        <w:t xml:space="preserve"> kriitiliselt palun tegeleda soolakute asukohtadega. Nii mõnigi soolak tundub olema selleks mittesobivas metsa </w:t>
      </w:r>
      <w:proofErr w:type="spellStart"/>
      <w:r>
        <w:t>areguklassi</w:t>
      </w:r>
      <w:proofErr w:type="spellEnd"/>
      <w:r>
        <w:t xml:space="preserve"> metsas( </w:t>
      </w:r>
      <w:proofErr w:type="spellStart"/>
      <w:r>
        <w:t>noorendik.metsakultuur</w:t>
      </w:r>
      <w:proofErr w:type="spellEnd"/>
      <w:r>
        <w:t xml:space="preserve">, latiealine mets)Samuti palun teada anda kui olete mõne jahirajatise likvideerinud ja on hetkel nimekirjas. </w:t>
      </w:r>
    </w:p>
    <w:p w14:paraId="67A13517" w14:textId="77777777" w:rsidR="004624BD" w:rsidRDefault="004624BD" w:rsidP="004624BD">
      <w:pPr>
        <w:numPr>
          <w:ilvl w:val="0"/>
          <w:numId w:val="3"/>
        </w:numPr>
      </w:pPr>
      <w:r>
        <w:t xml:space="preserve">RMK-l on vastavalt lepingu p 4.2 õigus nõuda kasutajalt amortiseerunud jahirajatiste likvideerimist.  </w:t>
      </w:r>
    </w:p>
    <w:p w14:paraId="2E7EAD57" w14:textId="77777777" w:rsidR="004624BD" w:rsidRDefault="004624BD" w:rsidP="004624BD">
      <w:pPr>
        <w:numPr>
          <w:ilvl w:val="0"/>
          <w:numId w:val="3"/>
        </w:numPr>
      </w:pPr>
      <w:r>
        <w:t xml:space="preserve">Oleme kokku leppinud ka ühistegevuses, kus RMK ülesandeks jääb  metsakuivendussüsteemile juurdepääsu loomine ja jahimeeste ülesandeks  jääb  kobraste poolt tekitatavate  edasiste üleujutuste vältimine. </w:t>
      </w:r>
    </w:p>
    <w:p w14:paraId="4CCCB15B" w14:textId="77777777" w:rsidR="004624BD" w:rsidRDefault="004624BD" w:rsidP="004624BD">
      <w:pPr>
        <w:numPr>
          <w:ilvl w:val="0"/>
          <w:numId w:val="3"/>
        </w:numPr>
      </w:pPr>
      <w:r>
        <w:t xml:space="preserve"> Kobraste tegevusel tekkinud üleujutused kuivendussüsteemides on lepingu järgi käsitletavad metsakahjustusena. </w:t>
      </w:r>
      <w:r w:rsidRPr="00677599">
        <w:rPr>
          <w:color w:val="FF0000"/>
        </w:rPr>
        <w:t>.</w:t>
      </w:r>
    </w:p>
    <w:p w14:paraId="558F8328" w14:textId="5FBABAF1" w:rsidR="004624BD" w:rsidRDefault="004624BD" w:rsidP="004624BD">
      <w:pPr>
        <w:pStyle w:val="ListParagraph"/>
        <w:numPr>
          <w:ilvl w:val="0"/>
          <w:numId w:val="3"/>
        </w:numPr>
      </w:pPr>
      <w:r>
        <w:t xml:space="preserve">2022 aastal on </w:t>
      </w:r>
      <w:r w:rsidR="008541C0">
        <w:t>uusi kahjustusi</w:t>
      </w:r>
      <w:r w:rsidR="00916264">
        <w:t xml:space="preserve"> ei </w:t>
      </w:r>
      <w:r>
        <w:t>fikseeritud</w:t>
      </w:r>
      <w:r w:rsidR="00916264">
        <w:t>.</w:t>
      </w:r>
      <w:r w:rsidR="00AF1CA5">
        <w:t xml:space="preserve"> </w:t>
      </w:r>
      <w:r>
        <w:t>Kahjustusi mis oleks kaasa toonud kahjunõude jahimeestele ei fikseeritud.</w:t>
      </w:r>
      <w:r w:rsidR="0027572B">
        <w:t xml:space="preserve"> </w:t>
      </w:r>
    </w:p>
    <w:p w14:paraId="7DA77463" w14:textId="77777777" w:rsidR="004624BD" w:rsidRPr="00ED2E82" w:rsidRDefault="004624BD" w:rsidP="004624BD">
      <w:pPr>
        <w:ind w:left="720"/>
        <w:rPr>
          <w:color w:val="FF0000"/>
        </w:rPr>
      </w:pPr>
    </w:p>
    <w:p w14:paraId="1C28F885" w14:textId="77777777" w:rsidR="004624BD" w:rsidRDefault="004624BD" w:rsidP="004624BD">
      <w:r>
        <w:t xml:space="preserve"> Meie eesmärk ei ole rakendada hukkunud metsa taastamiseks jahimeestele rahalisi nõudeid. Meie eesmärk on kasvatada metsa, selleks aga peame tegema head omavahelist koostööd.</w:t>
      </w:r>
    </w:p>
    <w:p w14:paraId="6AD2D836" w14:textId="77777777" w:rsidR="004624BD" w:rsidRDefault="004624BD" w:rsidP="004624BD">
      <w:r>
        <w:t xml:space="preserve">Täna hindab RMK kahjustatud metsi üle vaadates seda, kas ulukikahjustus on tekkinud lepingu kehtivuse ajal.  </w:t>
      </w:r>
    </w:p>
    <w:p w14:paraId="35BD7DEA" w14:textId="77777777" w:rsidR="004624BD" w:rsidRDefault="004624BD" w:rsidP="004624BD"/>
    <w:p w14:paraId="41943BDF" w14:textId="77777777" w:rsidR="004624BD" w:rsidRDefault="004624BD" w:rsidP="004624BD">
      <w:r>
        <w:t xml:space="preserve">Kokkuvõttes tähendab see seda, et RMK nõuab ulukikahjustuste olemi tekkimisel kahjustuse hüvitamist kui see on tekkinud peale jahilepingu sõlmimist. </w:t>
      </w:r>
    </w:p>
    <w:p w14:paraId="6EC9A6E3" w14:textId="77777777" w:rsidR="004624BD" w:rsidRDefault="004624BD" w:rsidP="004624BD"/>
    <w:p w14:paraId="49143A3E" w14:textId="67A92D0C" w:rsidR="004624BD" w:rsidRDefault="004624BD" w:rsidP="004624BD">
      <w:r w:rsidRPr="00884CF0">
        <w:t>Kirjale on lisatud  lisa 1 – Jahipiirkonna maaüksuste nimekiri. RMK</w:t>
      </w:r>
      <w:r>
        <w:t xml:space="preserve"> maade olem</w:t>
      </w:r>
      <w:r w:rsidRPr="00884CF0">
        <w:t xml:space="preserve"> on </w:t>
      </w:r>
      <w:r>
        <w:t xml:space="preserve">möödunud aasta jooksul </w:t>
      </w:r>
      <w:r w:rsidRPr="00884CF0">
        <w:t xml:space="preserve">lisandunud </w:t>
      </w:r>
      <w:r>
        <w:t>ja ära läinud maade tõttu muutunud</w:t>
      </w:r>
      <w:r w:rsidRPr="00884CF0">
        <w:t>. Seetõttu on vaja uuendada ka maaüksuste nimekiri, et ka neil lisandunud aladel kehtiks jahiühendusega sõlmitud maade jahindusliku kasutamise leping. Palun lisatud lisa</w:t>
      </w:r>
      <w:r>
        <w:t>d</w:t>
      </w:r>
      <w:r w:rsidRPr="00884CF0">
        <w:t xml:space="preserve"> allkirjastada ja saata  tagasi</w:t>
      </w:r>
      <w:r>
        <w:t xml:space="preserve"> hiljemalt 01. aprill 2023.a. e-posti aadressile Alutaguse@rmk.ee.</w:t>
      </w:r>
    </w:p>
    <w:p w14:paraId="280B2608" w14:textId="77777777" w:rsidR="004624BD" w:rsidRDefault="004624BD" w:rsidP="004624BD">
      <w:r>
        <w:t>Riigimaade jahinduslik kasutamine on olnud 2022 aastal kokku võttes tulemuslik ja koostöö RMK ja jahiühenduste esindajate vahel konstruktiivne. Täiendavate küsimuste või selgituste saamiseks olen valmis täiendavalt selgitama ja lahti rääkima jahilepinguga kokku lepitud küsimusi ja probleemseid teemasid.</w:t>
      </w:r>
    </w:p>
    <w:p w14:paraId="4EBEBBA6" w14:textId="77777777" w:rsidR="004624BD" w:rsidRDefault="004624BD" w:rsidP="004624BD"/>
    <w:p w14:paraId="0631B8BC" w14:textId="3C97B6CD" w:rsidR="004624BD" w:rsidRDefault="004624BD" w:rsidP="004624BD">
      <w:r>
        <w:t>Jahtkon</w:t>
      </w:r>
      <w:r w:rsidR="00C451E1">
        <w:t>n</w:t>
      </w:r>
      <w:r>
        <w:t xml:space="preserve">a esimeeste vahetumisel ja kontaktandmete muutmisel palun sellest ka teada anda metskonnale.  </w:t>
      </w:r>
    </w:p>
    <w:p w14:paraId="3C88A737" w14:textId="77777777" w:rsidR="004624BD" w:rsidRDefault="004624BD" w:rsidP="004624BD"/>
    <w:p w14:paraId="6183B52E" w14:textId="69CF7CB7" w:rsidR="004624BD" w:rsidRDefault="004624BD" w:rsidP="004624BD">
      <w:pPr>
        <w:sectPr w:rsidR="004624BD">
          <w:headerReference w:type="default" r:id="rId14"/>
          <w:footerReference w:type="default" r:id="rId15"/>
          <w:headerReference w:type="first" r:id="rId16"/>
          <w:type w:val="continuous"/>
          <w:pgSz w:w="11906" w:h="16838" w:code="9"/>
          <w:pgMar w:top="907" w:right="680" w:bottom="737" w:left="1701" w:header="454" w:footer="567" w:gutter="0"/>
          <w:cols w:space="708"/>
          <w:formProt w:val="0"/>
          <w:titlePg/>
        </w:sectPr>
      </w:pPr>
      <w:r>
        <w:t>Tänan omalt poolt  tehtu eest ja soovime jahiühendustele uut tegusat jahiaastat.</w:t>
      </w:r>
    </w:p>
    <w:p w14:paraId="14CA9B80" w14:textId="77777777" w:rsidR="004624BD" w:rsidRDefault="004624BD" w:rsidP="004624BD"/>
    <w:p w14:paraId="3BBC45A8" w14:textId="77777777" w:rsidR="004624BD" w:rsidRDefault="004624BD" w:rsidP="004624BD"/>
    <w:p w14:paraId="40C914CC" w14:textId="77777777" w:rsidR="004624BD" w:rsidRDefault="004624BD" w:rsidP="004624BD">
      <w:r>
        <w:fldChar w:fldCharType="begin">
          <w:ffData>
            <w:name w:val="Text33"/>
            <w:enabled/>
            <w:calcOnExit w:val="0"/>
            <w:helpText w:type="text" w:val="Siia kirjutage tervitusvormel.&#10;&#10;&#10;&#10;Näiteks: Lugupidamisega&#10;&#10;&#10;&#10;Seejärel liikuge Tab klahviga järgmisele väljale."/>
            <w:statusText w:type="text" w:val="Siia kirjutage tervitusvormel (vt F1)"/>
            <w:textInput>
              <w:default w:val="Lugupidamisega"/>
            </w:textInput>
          </w:ffData>
        </w:fldChar>
      </w:r>
      <w:r>
        <w:instrText xml:space="preserve"> FORMTEXT </w:instrText>
      </w:r>
      <w:r>
        <w:fldChar w:fldCharType="separate"/>
      </w:r>
      <w:r>
        <w:rPr>
          <w:noProof/>
        </w:rPr>
        <w:t>Lugupidamisega</w:t>
      </w:r>
      <w:r>
        <w:fldChar w:fldCharType="end"/>
      </w:r>
    </w:p>
    <w:p w14:paraId="7D2FBCFC" w14:textId="77777777" w:rsidR="004624BD" w:rsidRDefault="004624BD" w:rsidP="004624BD"/>
    <w:p w14:paraId="2B71F873" w14:textId="77777777" w:rsidR="004624BD" w:rsidRDefault="004624BD" w:rsidP="004624BD"/>
    <w:p w14:paraId="4E5512A4" w14:textId="77777777" w:rsidR="004624BD" w:rsidRPr="00281411" w:rsidRDefault="004624BD" w:rsidP="004624BD">
      <w:pPr>
        <w:rPr>
          <w:i/>
        </w:rPr>
      </w:pPr>
      <w:r w:rsidRPr="00281411">
        <w:rPr>
          <w:i/>
        </w:rPr>
        <w:t>/allkirjastatud digitaalselt/</w:t>
      </w:r>
    </w:p>
    <w:p w14:paraId="30B906A1" w14:textId="77777777" w:rsidR="004624BD" w:rsidRDefault="004624BD" w:rsidP="004624BD"/>
    <w:p w14:paraId="45401B4A" w14:textId="77777777" w:rsidR="004624BD" w:rsidRDefault="004624BD" w:rsidP="004624BD"/>
    <w:p w14:paraId="4763C6B1" w14:textId="77777777" w:rsidR="004624BD" w:rsidRDefault="004624BD" w:rsidP="004624BD">
      <w:r>
        <w:t>Alutaguse metsaülem</w:t>
      </w:r>
    </w:p>
    <w:p w14:paraId="59CA41DA" w14:textId="77777777" w:rsidR="004624BD" w:rsidRPr="00F21B43" w:rsidRDefault="004624BD" w:rsidP="004624BD">
      <w:pPr>
        <w:rPr>
          <w:szCs w:val="24"/>
        </w:rPr>
      </w:pPr>
      <w:r w:rsidRPr="00F21B43">
        <w:rPr>
          <w:szCs w:val="24"/>
        </w:rPr>
        <w:t>Koidu Simson</w:t>
      </w:r>
    </w:p>
    <w:p w14:paraId="48D2CE65" w14:textId="57EA58B4" w:rsidR="001D139F" w:rsidRDefault="001D139F">
      <w:pPr>
        <w:sectPr w:rsidR="001D139F">
          <w:type w:val="continuous"/>
          <w:pgSz w:w="11906" w:h="16838" w:code="9"/>
          <w:pgMar w:top="907" w:right="680" w:bottom="737" w:left="1701" w:header="454" w:footer="567" w:gutter="0"/>
          <w:cols w:space="708"/>
          <w:formProt w:val="0"/>
          <w:titlePg/>
        </w:sectPr>
      </w:pPr>
    </w:p>
    <w:p w14:paraId="5A44CB30" w14:textId="77777777" w:rsidR="00E85637" w:rsidRDefault="00E85637"/>
    <w:p w14:paraId="1C33C9C1" w14:textId="77777777" w:rsidR="00E85637" w:rsidRDefault="00E85637"/>
    <w:p w14:paraId="09CFB860" w14:textId="77777777" w:rsidR="00E85637" w:rsidRDefault="00A9445B">
      <w:r>
        <w:fldChar w:fldCharType="begin">
          <w:ffData>
            <w:name w:val="Text33"/>
            <w:enabled/>
            <w:calcOnExit w:val="0"/>
            <w:helpText w:type="text" w:val="Siia kirjutage tervitusvormel.&#10;&#10;Näiteks: Lugupidamisega&#10;&#10;Seejärel liikuge Tab klahviga järgmisele väljale."/>
            <w:statusText w:type="text" w:val="Siia kirjutage tervitusvormel (vt F1)"/>
            <w:textInput>
              <w:default w:val="Lugupidamisega"/>
            </w:textInput>
          </w:ffData>
        </w:fldChar>
      </w:r>
      <w:r>
        <w:instrText xml:space="preserve"> FORMTEXT </w:instrText>
      </w:r>
      <w:r>
        <w:fldChar w:fldCharType="separate"/>
      </w:r>
      <w:r>
        <w:rPr>
          <w:noProof/>
        </w:rPr>
        <w:t>Lugupidamisega</w:t>
      </w:r>
      <w:r>
        <w:fldChar w:fldCharType="end"/>
      </w:r>
    </w:p>
    <w:p w14:paraId="00E0E464" w14:textId="77777777" w:rsidR="00E85637" w:rsidRDefault="00E85637"/>
    <w:p w14:paraId="4EA67591" w14:textId="77777777" w:rsidR="00E85637" w:rsidRDefault="00E85637"/>
    <w:p w14:paraId="62F92014" w14:textId="77777777" w:rsidR="00E85637" w:rsidRDefault="00B7608B">
      <w:pPr>
        <w:rPr>
          <w:spacing w:val="0"/>
          <w:position w:val="0"/>
        </w:rPr>
      </w:pPr>
      <w:r>
        <w:rPr>
          <w:spacing w:val="0"/>
          <w:position w:val="0"/>
        </w:rPr>
        <w:fldChar w:fldCharType="begin">
          <w:ffData>
            <w:name w:val="Dropdown9"/>
            <w:enabled/>
            <w:calcOnExit w:val="0"/>
            <w:helpText w:type="text" w:val="Tehke valik vastavalt allkirjastamise viisile.&#10;&#10;Kui kiri allkirjastatakse digitaalselt, avage rippmenüü ja tehke valik (allkirjastatud digitaalselt)&#10;&#10;Seejärel liikuge Tab klahviga järgmisele väljale."/>
            <w:statusText w:type="text" w:val="Tehke valik vastavalt allkirjastamise viisile (vt F1)"/>
            <w:ddList>
              <w:listEntry w:val="          "/>
              <w:listEntry w:val="(allkirjastatud digitaalselt)"/>
            </w:ddList>
          </w:ffData>
        </w:fldChar>
      </w:r>
      <w:bookmarkStart w:id="6" w:name="Dropdown9"/>
      <w:r>
        <w:rPr>
          <w:spacing w:val="0"/>
          <w:position w:val="0"/>
        </w:rPr>
        <w:instrText xml:space="preserve"> FORMDROPDOWN </w:instrText>
      </w:r>
      <w:r w:rsidR="00000000">
        <w:rPr>
          <w:spacing w:val="0"/>
          <w:position w:val="0"/>
        </w:rPr>
      </w:r>
      <w:r w:rsidR="00000000">
        <w:rPr>
          <w:spacing w:val="0"/>
          <w:position w:val="0"/>
        </w:rPr>
        <w:fldChar w:fldCharType="separate"/>
      </w:r>
      <w:r>
        <w:rPr>
          <w:spacing w:val="0"/>
          <w:position w:val="0"/>
        </w:rPr>
        <w:fldChar w:fldCharType="end"/>
      </w:r>
      <w:bookmarkEnd w:id="6"/>
    </w:p>
    <w:p w14:paraId="0A5093DC" w14:textId="77777777" w:rsidR="00E85637" w:rsidRDefault="00E85637"/>
    <w:p w14:paraId="5045044F" w14:textId="77777777" w:rsidR="00E85637" w:rsidRDefault="00E85637">
      <w:pPr>
        <w:rPr>
          <w:sz w:val="14"/>
        </w:rPr>
      </w:pPr>
    </w:p>
    <w:p w14:paraId="02C33D0B" w14:textId="77777777" w:rsidR="00E85637" w:rsidRDefault="00E85637">
      <w:pPr>
        <w:rPr>
          <w:sz w:val="2"/>
        </w:rPr>
      </w:pPr>
    </w:p>
    <w:p w14:paraId="17098985" w14:textId="77777777" w:rsidR="00E85637" w:rsidRDefault="00B7608B">
      <w:r>
        <w:fldChar w:fldCharType="begin">
          <w:ffData>
            <w:name w:val="Text30"/>
            <w:enabled/>
            <w:calcOnExit w:val="0"/>
            <w:helpText w:type="text" w:val="Sisestage siia allakirjutaja nimi.&#10;&#10;&#10;&#10;Seejärel liikuge Tab klahviga järgmisele väljale."/>
            <w:statusText w:type="text" w:val="Sisestage siia allakirjutaja nimi."/>
            <w:textInput/>
          </w:ffData>
        </w:fldChar>
      </w:r>
      <w:bookmarkStart w:id="7" w:name="Text3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
    </w:p>
    <w:p w14:paraId="63ED6179" w14:textId="77777777" w:rsidR="00E85637" w:rsidRDefault="00B7608B">
      <w:r>
        <w:fldChar w:fldCharType="begin">
          <w:ffData>
            <w:name w:val="Text32"/>
            <w:enabled/>
            <w:calcOnExit w:val="0"/>
            <w:helpText w:type="text" w:val="Sisestage siia allakirjutaja ametinimetus.&#10;&#10;&#10;&#10;Seejärel liikuge Tab klahviga järgmisele väljale."/>
            <w:statusText w:type="text" w:val="Sisestage siia allakirjutaja ametinimetus."/>
            <w:textInput/>
          </w:ffData>
        </w:fldChar>
      </w:r>
      <w:bookmarkStart w:id="8" w:name="Text3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
    </w:p>
    <w:p w14:paraId="24C14B9B" w14:textId="77777777" w:rsidR="00E85637" w:rsidRDefault="00E85637"/>
    <w:p w14:paraId="267E3B53" w14:textId="77777777" w:rsidR="00E85637" w:rsidRDefault="00E85637"/>
    <w:p w14:paraId="53B6939A" w14:textId="77777777" w:rsidR="00E85637" w:rsidRDefault="00B7608B">
      <w:r>
        <w:fldChar w:fldCharType="begin">
          <w:ffData>
            <w:name w:val=""/>
            <w:enabled/>
            <w:calcOnExit w:val="0"/>
            <w:helpText w:type="text" w:val="Sisestage siia lisa(d.&#10;&#10;Näiteks: Lisa: 4 lehel 1 eks&#10;&#10;Seejärel liikuge Tab klahviga järgmisele väljale."/>
            <w:statusText w:type="text" w:val="Sisestage siia lisa(d) (vt F1)"/>
            <w:textInput>
              <w:format w:val="First capital"/>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E495A7B" w14:textId="77777777" w:rsidR="00E85637" w:rsidRDefault="00E85637"/>
    <w:p w14:paraId="7F20EADC" w14:textId="77777777" w:rsidR="00E85637" w:rsidRDefault="00E85637"/>
    <w:p w14:paraId="2CDEF362" w14:textId="77777777" w:rsidR="00E85637" w:rsidRDefault="00B7608B">
      <w:r>
        <w:fldChar w:fldCharType="begin">
          <w:ffData>
            <w:name w:val="Text28"/>
            <w:enabled/>
            <w:calcOnExit w:val="0"/>
            <w:helpText w:type="text" w:val="Sisestage siia lisaardressaat (-did).&#10;&#10;Näiteks: Sama: Rapla Maavalitsus (rapla@maavalitsus.ee)&#10;&#10;Seejärel liikuge Tab klahviga järgmisele väljale."/>
            <w:statusText w:type="text" w:val="Sisestage siia lisaardressaat (-did) (vt F1)"/>
            <w:textInput/>
          </w:ffData>
        </w:fldChar>
      </w:r>
      <w:bookmarkStart w:id="9" w:name="Text2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
    </w:p>
    <w:p w14:paraId="002BBB04" w14:textId="77777777" w:rsidR="00E85637" w:rsidRDefault="00E85637"/>
    <w:p w14:paraId="28B235B6" w14:textId="77777777" w:rsidR="00E85637" w:rsidRDefault="00E85637"/>
    <w:p w14:paraId="57C355DE" w14:textId="77777777" w:rsidR="00E85637" w:rsidRDefault="0015432F">
      <w:r>
        <w:fldChar w:fldCharType="begin">
          <w:ffData>
            <w:name w:val=""/>
            <w:enabled/>
            <w:calcOnExit w:val="0"/>
            <w:helpText w:type="text" w:val="Sisestage siia koostaja nimi, kui koostaja ja allakirjutaja on eri isikud.&#10;&#10;&#10;&#10;Seejärel liikuge Tab klahviga järgmisele väljale.&#10;&#10;"/>
            <w:statusText w:type="text" w:val="Sisestage siia koostaja nimi, kui koostaja ja allakirjutaja on eri isikud."/>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BC20A33" w14:textId="77777777" w:rsidR="00356C40" w:rsidRDefault="00B7608B">
      <w:r>
        <w:fldChar w:fldCharType="begin">
          <w:ffData>
            <w:name w:val="Text29"/>
            <w:enabled/>
            <w:calcOnExit w:val="0"/>
            <w:helpText w:type="text" w:val="Sisestage siia koostaja telefon ja e-posti aadress.&#10;&#10;Näiteks: 612 3456 mari.kask@rmk.ee&#10;&#10;"/>
            <w:statusText w:type="text" w:val="Sisestage siia koostaja telefon ja e-posti aadress (vt F1)"/>
            <w:textInput/>
          </w:ffData>
        </w:fldChar>
      </w:r>
      <w:bookmarkStart w:id="10" w:name="Text2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0"/>
      <w:r w:rsidR="00A9445B">
        <w:t xml:space="preserve"> </w:t>
      </w:r>
    </w:p>
    <w:sectPr w:rsidR="00356C40">
      <w:footerReference w:type="default" r:id="rId17"/>
      <w:headerReference w:type="first" r:id="rId18"/>
      <w:footerReference w:type="first" r:id="rId19"/>
      <w:type w:val="continuous"/>
      <w:pgSz w:w="11906" w:h="16838" w:code="9"/>
      <w:pgMar w:top="907" w:right="680" w:bottom="737" w:left="1701" w:header="454"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9F78A4" w14:textId="77777777" w:rsidR="003F23AF" w:rsidRDefault="003F23AF">
      <w:r>
        <w:separator/>
      </w:r>
    </w:p>
  </w:endnote>
  <w:endnote w:type="continuationSeparator" w:id="0">
    <w:p w14:paraId="039BDE6A" w14:textId="77777777" w:rsidR="003F23AF" w:rsidRDefault="003F23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DBF75" w14:textId="77777777" w:rsidR="00E85637" w:rsidRDefault="00E85637">
    <w:pPr>
      <w:jc w:val="center"/>
      <w:rPr>
        <w:spacing w:val="0"/>
        <w:position w:val="0"/>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5810D" w14:textId="77777777" w:rsidR="004624BD" w:rsidRDefault="004624BD">
    <w:pPr>
      <w:jc w:val="center"/>
      <w:rPr>
        <w:spacing w:val="0"/>
        <w:position w:val="0"/>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EE9B6" w14:textId="77777777" w:rsidR="00E85637" w:rsidRDefault="00E85637">
    <w:pPr>
      <w:jc w:val="center"/>
      <w:rPr>
        <w:spacing w:val="0"/>
        <w:position w:val="0"/>
        <w:sz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BEA8B" w14:textId="77777777" w:rsidR="00E85637" w:rsidRDefault="00E85637">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89BDD0" w14:textId="77777777" w:rsidR="003F23AF" w:rsidRDefault="003F23AF">
      <w:r>
        <w:separator/>
      </w:r>
    </w:p>
  </w:footnote>
  <w:footnote w:type="continuationSeparator" w:id="0">
    <w:p w14:paraId="0628A06C" w14:textId="77777777" w:rsidR="003F23AF" w:rsidRDefault="003F23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55968" w14:textId="77777777" w:rsidR="00E85637" w:rsidRDefault="00A9445B">
    <w:pPr>
      <w:pStyle w:val="Header"/>
    </w:pPr>
    <w:r>
      <w:fldChar w:fldCharType="begin"/>
    </w:r>
    <w:r>
      <w:instrText xml:space="preserve"> PAGE </w:instrText>
    </w:r>
    <w:r>
      <w:fldChar w:fldCharType="separate"/>
    </w:r>
    <w:r w:rsidR="00187A2D">
      <w:rPr>
        <w:noProof/>
      </w:rPr>
      <w:t>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52F18" w14:textId="77777777" w:rsidR="00E85637" w:rsidRDefault="00E85637">
    <w:pPr>
      <w:jc w:val="both"/>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D21F6" w14:textId="77777777" w:rsidR="004624BD" w:rsidRDefault="004624BD">
    <w:pPr>
      <w:pStyle w:val="Header"/>
    </w:pPr>
    <w:r>
      <w:fldChar w:fldCharType="begin"/>
    </w:r>
    <w:r>
      <w:instrText xml:space="preserve"> PAGE </w:instrText>
    </w:r>
    <w:r>
      <w:fldChar w:fldCharType="separate"/>
    </w:r>
    <w:r>
      <w:rPr>
        <w:noProof/>
      </w:rPr>
      <w:t>2</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DDFAD" w14:textId="77777777" w:rsidR="004624BD" w:rsidRDefault="004624BD">
    <w:pPr>
      <w:framePr w:w="9639" w:h="851" w:wrap="around" w:vAnchor="page" w:hAnchor="page" w:x="1702" w:y="625"/>
      <w:rPr>
        <w:spacing w:val="0"/>
        <w:position w:val="0"/>
      </w:rPr>
    </w:pPr>
    <w:r>
      <w:rPr>
        <w:noProof/>
        <w:spacing w:val="0"/>
        <w:position w:val="0"/>
        <w:lang w:val="en-GB" w:eastAsia="en-GB"/>
      </w:rPr>
      <w:drawing>
        <wp:inline distT="0" distB="0" distL="0" distR="0" wp14:anchorId="0337F219" wp14:editId="144F482E">
          <wp:extent cx="6115050" cy="647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647700"/>
                  </a:xfrm>
                  <a:prstGeom prst="rect">
                    <a:avLst/>
                  </a:prstGeom>
                  <a:noFill/>
                  <a:ln>
                    <a:noFill/>
                  </a:ln>
                </pic:spPr>
              </pic:pic>
            </a:graphicData>
          </a:graphic>
        </wp:inline>
      </w:drawing>
    </w:r>
  </w:p>
  <w:p w14:paraId="3F7AD06E" w14:textId="77777777" w:rsidR="004624BD" w:rsidRDefault="004624BD">
    <w:pPr>
      <w:jc w:val="both"/>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BC80E" w14:textId="77777777" w:rsidR="00E85637" w:rsidRDefault="00E85637">
    <w:pPr>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944DC"/>
    <w:multiLevelType w:val="multilevel"/>
    <w:tmpl w:val="BD945E1E"/>
    <w:lvl w:ilvl="0">
      <w:start w:val="1"/>
      <w:numFmt w:val="decimal"/>
      <w:pStyle w:val="Numbering"/>
      <w:lvlText w:val="%1."/>
      <w:lvlJc w:val="right"/>
      <w:pPr>
        <w:tabs>
          <w:tab w:val="num" w:pos="340"/>
        </w:tabs>
        <w:ind w:left="340" w:hanging="56"/>
      </w:pPr>
    </w:lvl>
    <w:lvl w:ilvl="1">
      <w:start w:val="1"/>
      <w:numFmt w:val="decimal"/>
      <w:lvlText w:val="%1.%2."/>
      <w:lvlJc w:val="right"/>
      <w:pPr>
        <w:tabs>
          <w:tab w:val="num" w:pos="851"/>
        </w:tabs>
        <w:ind w:left="851" w:hanging="57"/>
      </w:pPr>
    </w:lvl>
    <w:lvl w:ilvl="2">
      <w:start w:val="1"/>
      <w:numFmt w:val="decimal"/>
      <w:lvlText w:val="%1.%2.%3."/>
      <w:lvlJc w:val="right"/>
      <w:pPr>
        <w:tabs>
          <w:tab w:val="num" w:pos="1531"/>
        </w:tabs>
        <w:ind w:left="1531" w:hanging="57"/>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3C176DFE"/>
    <w:multiLevelType w:val="hybridMultilevel"/>
    <w:tmpl w:val="F5A6862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num w:numId="1" w16cid:durableId="452213634">
    <w:abstractNumId w:val="0"/>
  </w:num>
  <w:num w:numId="2" w16cid:durableId="1368919193">
    <w:abstractNumId w:val="2"/>
  </w:num>
  <w:num w:numId="3" w16cid:durableId="1749843451">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ocumentProtection w:edit="forms" w:enforcement="1"/>
  <w:defaultTabStop w:val="68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2003"/>
    <w:rsid w:val="00044824"/>
    <w:rsid w:val="00057FC6"/>
    <w:rsid w:val="000D31BC"/>
    <w:rsid w:val="001509DC"/>
    <w:rsid w:val="0015432F"/>
    <w:rsid w:val="00187A2D"/>
    <w:rsid w:val="001956F4"/>
    <w:rsid w:val="001D0B8C"/>
    <w:rsid w:val="001D139F"/>
    <w:rsid w:val="001E574A"/>
    <w:rsid w:val="0020716C"/>
    <w:rsid w:val="00231DFB"/>
    <w:rsid w:val="002656A8"/>
    <w:rsid w:val="0027572B"/>
    <w:rsid w:val="002D77DB"/>
    <w:rsid w:val="00326150"/>
    <w:rsid w:val="00356C40"/>
    <w:rsid w:val="003A08B0"/>
    <w:rsid w:val="003F23AF"/>
    <w:rsid w:val="00436506"/>
    <w:rsid w:val="004624BD"/>
    <w:rsid w:val="00491E34"/>
    <w:rsid w:val="00704BBF"/>
    <w:rsid w:val="007B7275"/>
    <w:rsid w:val="007D6BCC"/>
    <w:rsid w:val="007E0D20"/>
    <w:rsid w:val="007F482F"/>
    <w:rsid w:val="007F68A8"/>
    <w:rsid w:val="00845FCB"/>
    <w:rsid w:val="008541C0"/>
    <w:rsid w:val="0085719E"/>
    <w:rsid w:val="0089238F"/>
    <w:rsid w:val="008B1038"/>
    <w:rsid w:val="008B646E"/>
    <w:rsid w:val="008C0A3A"/>
    <w:rsid w:val="00916264"/>
    <w:rsid w:val="009D3F3A"/>
    <w:rsid w:val="00A9445B"/>
    <w:rsid w:val="00AA6DA9"/>
    <w:rsid w:val="00AF1CA5"/>
    <w:rsid w:val="00B7608B"/>
    <w:rsid w:val="00BF0803"/>
    <w:rsid w:val="00C32B5E"/>
    <w:rsid w:val="00C451E1"/>
    <w:rsid w:val="00C52479"/>
    <w:rsid w:val="00C65362"/>
    <w:rsid w:val="00C67247"/>
    <w:rsid w:val="00CF0857"/>
    <w:rsid w:val="00D72003"/>
    <w:rsid w:val="00E639D8"/>
    <w:rsid w:val="00E713DE"/>
    <w:rsid w:val="00E85637"/>
    <w:rsid w:val="00EC5BAE"/>
    <w:rsid w:val="00F04FCF"/>
    <w:rsid w:val="00F23E7A"/>
    <w:rsid w:val="00F94062"/>
    <w:rsid w:val="00FA090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5C7F45"/>
  <w15:docId w15:val="{4BF9DBED-168C-4944-8930-0933F2C33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Pr>
      <w:spacing w:val="2"/>
      <w:position w:val="6"/>
      <w:sz w:val="24"/>
      <w:lang w:eastAsia="en-US"/>
    </w:rPr>
  </w:style>
  <w:style w:type="paragraph" w:styleId="Heading1">
    <w:name w:val="heading 1"/>
    <w:basedOn w:val="Normal"/>
    <w:next w:val="Normal"/>
    <w:qFormat/>
    <w:pPr>
      <w:keepNext/>
      <w:outlineLvl w:val="0"/>
    </w:pPr>
    <w:rPr>
      <w:b/>
      <w:kern w:val="28"/>
    </w:rPr>
  </w:style>
  <w:style w:type="paragraph" w:styleId="Heading2">
    <w:name w:val="heading 2"/>
    <w:aliases w:val="(sama)"/>
    <w:basedOn w:val="Normal"/>
    <w:next w:val="Normal"/>
    <w:qFormat/>
    <w:pPr>
      <w:keepNext/>
      <w:outlineLvl w:val="1"/>
    </w:pPr>
    <w:rPr>
      <w:b/>
    </w:rPr>
  </w:style>
  <w:style w:type="paragraph" w:styleId="Heading3">
    <w:name w:val="heading 3"/>
    <w:aliases w:val="( sama)"/>
    <w:basedOn w:val="Normal"/>
    <w:next w:val="Normal"/>
    <w:qFormat/>
    <w:pPr>
      <w:keepNext/>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rPr>
      <w:spacing w:val="0"/>
      <w:position w:val="0"/>
      <w:sz w:val="20"/>
    </w:rPr>
  </w:style>
  <w:style w:type="paragraph" w:customStyle="1" w:styleId="Numbering">
    <w:name w:val="Numbering"/>
    <w:basedOn w:val="Normal"/>
    <w:pPr>
      <w:numPr>
        <w:numId w:val="1"/>
      </w:numPr>
    </w:pPr>
  </w:style>
  <w:style w:type="paragraph" w:customStyle="1" w:styleId="Bulleting">
    <w:name w:val="Bulleting."/>
    <w:basedOn w:val="Normal"/>
    <w:pPr>
      <w:numPr>
        <w:numId w:val="2"/>
      </w:numPr>
      <w:tabs>
        <w:tab w:val="clear" w:pos="360"/>
      </w:tabs>
    </w:pPr>
  </w:style>
  <w:style w:type="paragraph" w:styleId="Header">
    <w:name w:val="header"/>
    <w:basedOn w:val="Normal"/>
    <w:pPr>
      <w:jc w:val="center"/>
    </w:pPr>
    <w:rPr>
      <w:spacing w:val="0"/>
      <w:position w:val="0"/>
      <w:sz w:val="20"/>
    </w:rPr>
  </w:style>
  <w:style w:type="paragraph" w:styleId="Caption">
    <w:name w:val="caption"/>
    <w:basedOn w:val="Normal"/>
    <w:next w:val="Normal"/>
    <w:qFormat/>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z w:val="17"/>
    </w:rPr>
  </w:style>
  <w:style w:type="paragraph" w:styleId="BalloonText">
    <w:name w:val="Balloon Text"/>
    <w:basedOn w:val="Normal"/>
    <w:link w:val="BalloonTextChar"/>
    <w:uiPriority w:val="99"/>
    <w:semiHidden/>
    <w:unhideWhenUsed/>
    <w:rsid w:val="00C52479"/>
    <w:rPr>
      <w:rFonts w:ascii="Tahoma" w:hAnsi="Tahoma" w:cs="Tahoma"/>
      <w:sz w:val="16"/>
      <w:szCs w:val="16"/>
    </w:rPr>
  </w:style>
  <w:style w:type="character" w:customStyle="1" w:styleId="BalloonTextChar">
    <w:name w:val="Balloon Text Char"/>
    <w:basedOn w:val="DefaultParagraphFont"/>
    <w:link w:val="BalloonText"/>
    <w:uiPriority w:val="99"/>
    <w:semiHidden/>
    <w:rsid w:val="00C52479"/>
    <w:rPr>
      <w:rFonts w:ascii="Tahoma" w:hAnsi="Tahoma" w:cs="Tahoma"/>
      <w:spacing w:val="2"/>
      <w:position w:val="6"/>
      <w:sz w:val="16"/>
      <w:szCs w:val="16"/>
      <w:lang w:eastAsia="en-US"/>
    </w:rPr>
  </w:style>
  <w:style w:type="paragraph" w:styleId="Revision">
    <w:name w:val="Revision"/>
    <w:hidden/>
    <w:uiPriority w:val="99"/>
    <w:semiHidden/>
    <w:rsid w:val="007F68A8"/>
    <w:rPr>
      <w:spacing w:val="2"/>
      <w:position w:val="6"/>
      <w:sz w:val="24"/>
      <w:lang w:eastAsia="en-US"/>
    </w:rPr>
  </w:style>
  <w:style w:type="character" w:styleId="Hyperlink">
    <w:name w:val="Hyperlink"/>
    <w:basedOn w:val="DefaultParagraphFont"/>
    <w:uiPriority w:val="99"/>
    <w:semiHidden/>
    <w:unhideWhenUsed/>
    <w:rsid w:val="008B646E"/>
    <w:rPr>
      <w:color w:val="0000FF"/>
      <w:u w:val="single"/>
    </w:rPr>
  </w:style>
  <w:style w:type="paragraph" w:styleId="ListParagraph">
    <w:name w:val="List Paragraph"/>
    <w:basedOn w:val="Normal"/>
    <w:uiPriority w:val="34"/>
    <w:qFormat/>
    <w:rsid w:val="004624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footer" Target="footer4.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oidus\Downloads\kirjaplank%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72FC9471881EDC4AAEEBB0B0854962E5" ma:contentTypeVersion="13" ma:contentTypeDescription="Create a new document." ma:contentTypeScope="" ma:versionID="f4233b74c268416c2ad526a41af0faea">
  <xsd:schema xmlns:xsd="http://www.w3.org/2001/XMLSchema" xmlns:xs="http://www.w3.org/2001/XMLSchema" xmlns:p="http://schemas.microsoft.com/office/2006/metadata/properties" xmlns:ns2="57a10775-02b0-4b31-8d2b-97d8352c7476" xmlns:ns3="eb588d3b-b930-4488-b359-741503acaa24" targetNamespace="http://schemas.microsoft.com/office/2006/metadata/properties" ma:root="true" ma:fieldsID="ba6ffef2f113d47cdb228453c2be201d" ns2:_="" ns3:_="">
    <xsd:import namespace="57a10775-02b0-4b31-8d2b-97d8352c7476"/>
    <xsd:import namespace="eb588d3b-b930-4488-b359-741503acaa2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LengthInSeconds"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a10775-02b0-4b31-8d2b-97d8352c747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ea7711c9-4b03-4155-86dd-4888dbd2893b}" ma:internalName="TaxCatchAll" ma:showField="CatchAllData" ma:web="57a10775-02b0-4b31-8d2b-97d8352c747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b588d3b-b930-4488-b359-741503acaa2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f2f010f5-e7d9-4309-8ca3-d636afa623d8"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261FB6D-4A58-415E-B594-083292DD1558}">
  <ds:schemaRefs>
    <ds:schemaRef ds:uri="http://schemas.microsoft.com/sharepoint/v3/contenttype/forms"/>
  </ds:schemaRefs>
</ds:datastoreItem>
</file>

<file path=customXml/itemProps2.xml><?xml version="1.0" encoding="utf-8"?>
<ds:datastoreItem xmlns:ds="http://schemas.openxmlformats.org/officeDocument/2006/customXml" ds:itemID="{14DB815B-0E6F-184A-BDAD-EB7948C0C20D}">
  <ds:schemaRefs>
    <ds:schemaRef ds:uri="http://schemas.openxmlformats.org/officeDocument/2006/bibliography"/>
  </ds:schemaRefs>
</ds:datastoreItem>
</file>

<file path=customXml/itemProps3.xml><?xml version="1.0" encoding="utf-8"?>
<ds:datastoreItem xmlns:ds="http://schemas.openxmlformats.org/officeDocument/2006/customXml" ds:itemID="{7215C46D-9942-49F7-BB3C-44D59A994F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a10775-02b0-4b31-8d2b-97d8352c7476"/>
    <ds:schemaRef ds:uri="eb588d3b-b930-4488-b359-741503acaa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kirjaplank (2).dotx</Template>
  <TotalTime>0</TotalTime>
  <Pages>2</Pages>
  <Words>550</Words>
  <Characters>3195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DF</Company>
  <LinksUpToDate>false</LinksUpToDate>
  <CharactersWithSpaces>3738</CharactersWithSpaces>
  <SharedDoc>false</SharedDoc>
  <HLinks>
    <vt:vector size="6" baseType="variant">
      <vt:variant>
        <vt:i4>786512</vt:i4>
      </vt:variant>
      <vt:variant>
        <vt:i4>1880</vt:i4>
      </vt:variant>
      <vt:variant>
        <vt:i4>1025</vt:i4>
      </vt:variant>
      <vt:variant>
        <vt:i4>1</vt:i4>
      </vt:variant>
      <vt:variant>
        <vt:lpwstr>tykid_kiri\RMK_peakontor_ek.gif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MS Office 2016(TM) file templates</dc:subject>
  <dc:creator>Koidu Simson</dc:creator>
  <dc:description>Ver 6.0, 11.2018</dc:description>
  <cp:lastModifiedBy>Koidu Simson</cp:lastModifiedBy>
  <cp:revision>2</cp:revision>
  <cp:lastPrinted>2014-04-01T12:05:00Z</cp:lastPrinted>
  <dcterms:created xsi:type="dcterms:W3CDTF">2023-02-21T06:56:00Z</dcterms:created>
  <dcterms:modified xsi:type="dcterms:W3CDTF">2023-02-21T06:56:00Z</dcterms:modified>
</cp:coreProperties>
</file>